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D126F2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D126F2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D126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59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  АМЕРИКА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D126F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126F2" w:rsidRP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  Америка--</w:t>
            </w:r>
            <w:r w:rsidR="001220C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Широм отво</w:t>
            </w:r>
            <w:r w:rsidR="00D126F2" w:rsidRPr="00D126F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рена   ка  Арктику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Упознати  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ученике  са  основним 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графским одликама Севрне  Америке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нова знања о географ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ским  одликама   Северне  Америке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D126F2" w:rsidRPr="00D126F2" w:rsidRDefault="00D126F2" w:rsidP="00D126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специфичности  географског  положаја  Америке као  целине</w:t>
            </w:r>
          </w:p>
          <w:p w:rsidR="00D126F2" w:rsidRPr="00D126F2" w:rsidRDefault="00D126F2" w:rsidP="00D126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начине на  које се  може  поделити  америчко  копно</w:t>
            </w:r>
          </w:p>
          <w:p w:rsidR="00D126F2" w:rsidRPr="00D126F2" w:rsidRDefault="00D126F2" w:rsidP="00D126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--схвати  основне  одлике  рељефа, климе  хидрографије и природних зона Северне Америке</w:t>
            </w:r>
          </w:p>
          <w:p w:rsidR="00D126F2" w:rsidRPr="00D126F2" w:rsidRDefault="00D126F2" w:rsidP="00D126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 њихов међусобни  однос</w:t>
            </w:r>
          </w:p>
          <w:p w:rsidR="00D0461E" w:rsidRPr="005F7634" w:rsidRDefault="00D126F2" w:rsidP="00D126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карти  покаж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 географске  објекте  Северне </w:t>
            </w:r>
            <w:r w:rsidRP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B2194D" w:rsidRPr="00B2194D" w:rsidRDefault="00B2194D" w:rsidP="00B2194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>
              <w:t xml:space="preserve"> </w:t>
            </w: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картe – чита називе океана, мора, залива, острва, полуострва, планина, басена, низија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 река,  јерзера,  пустиња  и  најважнијих  националних паркова</w:t>
            </w: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Северне Америке.</w:t>
            </w:r>
          </w:p>
          <w:p w:rsidR="00B2194D" w:rsidRPr="00B2194D" w:rsidRDefault="00B2194D" w:rsidP="00B2194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ГЕ1.4.2. Препознаје основне одли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ке географског положаја рељефа ,</w:t>
            </w: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климе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хидрохрафије  и  природних  зона </w:t>
            </w: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Северне Америке</w:t>
            </w:r>
          </w:p>
          <w:p w:rsidR="00B2194D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B2194D" w:rsidRDefault="00B2194D" w:rsidP="00B2194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ГЕ2.1.2. Одређује положај места и тачака на карти Северне </w:t>
            </w:r>
          </w:p>
          <w:p w:rsidR="00B2194D" w:rsidRPr="00B2194D" w:rsidRDefault="00B2194D" w:rsidP="00B2194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које су представљене моделом, сликом, графиком, табелом и схемом.</w:t>
            </w:r>
          </w:p>
          <w:p w:rsidR="00670648" w:rsidRPr="00B2194D" w:rsidRDefault="00B2194D" w:rsidP="00B2194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писује разуђеност обала, рељеф,  </w:t>
            </w: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климу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воде  и  природне  зоне</w:t>
            </w: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Северне Америке.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B2194D" w:rsidRPr="00B2194D" w:rsidRDefault="00B2194D" w:rsidP="00B2194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и доноси закључке о географском положају Северне Америке, разуђености обала и рељефу.</w:t>
            </w:r>
            <w:r>
              <w:t xml:space="preserve"> </w:t>
            </w: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Уочава густу речну мрежу и концентрацију језера на Канадском штиту. Доноси закључке о распореду природних зона у складу с распоредом типова климе.</w:t>
            </w:r>
          </w:p>
          <w:p w:rsidR="00664F16" w:rsidRPr="00B2194D" w:rsidRDefault="00B2194D" w:rsidP="005F7634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ГЕ3.4.3. Разуме и објашњава везе између географског положаја, рељефне структуре и климе.</w:t>
            </w:r>
            <w:r>
              <w:rPr>
                <w:lang w:val="sr-Cyrl-RS"/>
              </w:rPr>
              <w:t>,</w:t>
            </w:r>
            <w:r w:rsidRPr="00B2194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богатство река, велики број ледничких језера и ледника. Објашњава везу између распореда типова климе и природних зона. Разуме значај националних паркова на простору Северне Америке.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света,  глобус</w:t>
            </w:r>
            <w:r w:rsidR="001220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зидна  карта Северне  Америке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D12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B2194D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 ученицима понављамо  усвојена  занања  о  подели земљине поршине на континенте  и  океане.Подсећамо  ученике  на  топлотне  појасеве.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B2194D" w:rsidRPr="00545C96" w:rsidRDefault="00B2194D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  упознајемо  са  појмом Америка.Објашњавамо  географски  положај  америчког  копна  на  глобусу  и  кар</w:t>
            </w:r>
            <w:r w:rsidR="00996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света.Ист</w:t>
            </w:r>
            <w:r w:rsidR="00996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чемо две</w:t>
            </w:r>
            <w:r w:rsidR="00996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поделе Америке-географску  и  «језичку».На  карти  поазујемо облике обалске  разуђености</w:t>
            </w:r>
            <w:r w:rsidR="00996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мора,  заливе,  полуострва  и  острва.Уз  помоћ  слика  1.  и  2.  на  страни 152  у  уџбенику  објашњавамо  рељефму  структуру  Северне  Америке.На  карти  показујемо најважније  облике  рељефа.Истичемо да  су  у  С.Америци  заступљени  скоро  сви типови  климе.Посебно нагалашавамо појаву разорних  ветрова—торнада.Кажемо  да  је  С.  Америка богата  површинским  водама.Истичемо  сливове  и  највеће  реке-Мисисипи  са Мисуријем,  Свети  Лоренс.  Колорадо,  Макензи,  Јукон.Наглашавамо  велики  број  језера  и  објашњавамо систем  Великих  језера  и указејемо на  његов значај.Помоћу  карата  на стр. 155.  у  уџбенику  објашњавамо  распоред  природних  зона.Наводимо  да  је  први  национални  парк  у  свету,  Јелоустон  и  објашњавамо значај  националних паркова  у  очувању  природе.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900F6E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Истичемо  битне  чињенице  и  још једном на  карти,  заједно  са  ученицимапоказујемо најбитније географске  објекте.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900F6E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</w:t>
            </w:r>
            <w:r w:rsidR="00900F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СЕВЕРНА  АМЕРИКА</w:t>
            </w:r>
          </w:p>
          <w:p w:rsidR="001C6C13" w:rsidRDefault="00900F6E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</w:t>
            </w:r>
            <w:r w:rsidRPr="00900F6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ШИРОМ  ОТВОРЕНА  КА  АРКТИКУ</w:t>
            </w:r>
            <w:r w:rsidR="00B80B22" w:rsidRPr="00900F6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најближи континент Северном полу;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претежно у северном умереном појасу;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заливи: Мексички, Хадсонов, Калифорнијски;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полуострва: Лабрадор, Аљаска, Калифорнија, Флорида;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острва: Гренланд, Њуфаундленд, Канадски арктички архипелаг, Антили, Алеути; </w:t>
            </w:r>
          </w:p>
          <w:p w:rsidR="00900F6E" w:rsidRPr="00900F6E" w:rsidRDefault="001220CF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="00900F6E"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рељеф</w:t>
            </w:r>
            <w:r w:rsid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– Кордиљери – Аљаске пл. (Мек Кинли, 6194 m) Сетновите пл., Приморске пл,. Велики басен, висоравни Колорадо и Мексичка;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– Апалачи;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– Канадски штит;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– Средишња низија.</w:t>
            </w:r>
          </w:p>
          <w:p w:rsidR="00900F6E" w:rsidRPr="00900F6E" w:rsidRDefault="001220CF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="00900F6E"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r w:rsid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иматски фактори Северне Америке: географска ширина; </w:t>
            </w:r>
            <w:r w:rsidR="00900F6E"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морске струје. Лабра</w:t>
            </w:r>
            <w:r w:rsid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дорска, Калифорнијска, Голфска, Аљаска;  западни ветрови; </w:t>
            </w:r>
            <w:r w:rsidR="00900F6E"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рељеф.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типови климе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– клима тундре,                         – пустињска,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– субарктичка,                           – средоземна,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– континентална,                      – планинска.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– умерена,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– океанска,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реке:   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атлански слив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Мисисипи са Мисуријем, Сен 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Лоренс (отока Великих језера);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слив Северног леденог океана – Макензи;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слив Тихог оке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 – Јукон, Фрејзер, Колумбија, 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Колорадо (Велики кањон);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језера: ледничка – највише на Канадском штиту:</w:t>
            </w:r>
          </w:p>
          <w:p w:rsidR="00900F6E" w:rsidRPr="00900F6E" w:rsidRDefault="001220CF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900F6E"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 језера: Горње, Хјурон, Мичиген, Ири, </w:t>
            </w:r>
            <w:r w:rsid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Онтарио – Нијагарини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одопади</w:t>
            </w:r>
            <w:r w:rsid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 медвеђе језеро,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900F6E"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 ропско језеро;</w:t>
            </w:r>
          </w:p>
          <w:p w:rsid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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природне зоне: 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поларне пустиње,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тундре,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америчке тајге,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листопадне шуме,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прерије – степе,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пустиње и полупустиње,</w:t>
            </w:r>
          </w:p>
          <w:p w:rsidR="00900F6E" w:rsidRPr="00900F6E" w:rsidRDefault="00900F6E" w:rsidP="00900F6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средоземне шуме;</w:t>
            </w:r>
          </w:p>
          <w:p w:rsidR="00606767" w:rsidRPr="00900F6E" w:rsidRDefault="00900F6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национални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паркови – Јелоустон (1872. год),  </w:t>
            </w:r>
            <w:r w:rsidRPr="00900F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Јосемит,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900F6E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220CF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00F6E"/>
    <w:rsid w:val="00942ED0"/>
    <w:rsid w:val="0096516D"/>
    <w:rsid w:val="00996241"/>
    <w:rsid w:val="00A17F87"/>
    <w:rsid w:val="00A45210"/>
    <w:rsid w:val="00A47E59"/>
    <w:rsid w:val="00AB78A4"/>
    <w:rsid w:val="00B2194D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126F2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997CA-23F7-4694-A587-C816ADC4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2020-07-07T09:09:00Z</dcterms:created>
  <dcterms:modified xsi:type="dcterms:W3CDTF">2020-07-07T17:30:00Z</dcterms:modified>
</cp:coreProperties>
</file>